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C4D8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AE65CA" w14:textId="77777777" w:rsidR="004415AB" w:rsidRDefault="002621DB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5783CF9F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76C0ED69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60CF80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3705532B" w14:textId="22F35C45" w:rsidR="004415AB" w:rsidRDefault="002621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Pr="005955DC">
        <w:rPr>
          <w:rFonts w:ascii="Arial" w:hAnsi="Arial" w:cs="Arial"/>
          <w:b/>
          <w:sz w:val="28"/>
          <w:szCs w:val="28"/>
        </w:rPr>
        <w:t>dodávek</w:t>
      </w:r>
    </w:p>
    <w:p w14:paraId="62546126" w14:textId="77777777" w:rsidR="004415AB" w:rsidRDefault="004415AB"/>
    <w:p w14:paraId="5A1FE869" w14:textId="77777777" w:rsidR="004415AB" w:rsidRDefault="004415AB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 w:rsidR="004415AB" w14:paraId="52A6B22A" w14:textId="77777777">
        <w:trPr>
          <w:trHeight w:val="364"/>
        </w:trPr>
        <w:tc>
          <w:tcPr>
            <w:tcW w:w="2365" w:type="dxa"/>
            <w:vAlign w:val="center"/>
          </w:tcPr>
          <w:p w14:paraId="1523FCC8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54911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7FF0E4CB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 w14:paraId="4F3A8E24" w14:textId="4A369237" w:rsidR="004F3210" w:rsidRPr="004F3210" w:rsidRDefault="004F3210" w:rsidP="004F3210">
            <w:pPr>
              <w:ind w:right="-1"/>
              <w:rPr>
                <w:rFonts w:ascii="Arial" w:hAnsi="Arial" w:cs="Arial"/>
                <w:sz w:val="20"/>
                <w:szCs w:val="20"/>
              </w:rPr>
            </w:pPr>
            <w:r w:rsidRPr="004F32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Výzva č. 4: Dodávka porodních lůžek pro Krajskou zdravotní, a.s.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4F3210">
              <w:rPr>
                <w:rFonts w:ascii="Arial" w:hAnsi="Arial" w:cs="Arial"/>
                <w:b/>
                <w:sz w:val="20"/>
                <w:szCs w:val="20"/>
              </w:rPr>
              <w:t>Dynamický nákupní systém na dodávky lůžek pro poskytovatele zdravotních služeb</w:t>
            </w:r>
          </w:p>
          <w:p w14:paraId="578634DC" w14:textId="146BD020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415AB" w14:paraId="498AE306" w14:textId="77777777">
        <w:trPr>
          <w:trHeight w:val="670"/>
        </w:trPr>
        <w:tc>
          <w:tcPr>
            <w:tcW w:w="2365" w:type="dxa"/>
            <w:vAlign w:val="center"/>
          </w:tcPr>
          <w:p w14:paraId="600DD1B8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 w14:paraId="0D335F3B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06D916AE" w14:textId="150CB25F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sídlem Ústí nad Labem, Sociální péče 3316/12</w:t>
            </w:r>
            <w:r w:rsidR="004B05D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, PSČ 401 13, </w:t>
            </w:r>
          </w:p>
          <w:p w14:paraId="5147C62F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4415AB" w14:paraId="4E9F85C4" w14:textId="77777777">
        <w:trPr>
          <w:trHeight w:val="670"/>
        </w:trPr>
        <w:tc>
          <w:tcPr>
            <w:tcW w:w="2365" w:type="dxa"/>
            <w:vAlign w:val="center"/>
          </w:tcPr>
          <w:p w14:paraId="703430DF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 w14:paraId="1D43D718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4415AB" w14:paraId="728B1497" w14:textId="77777777"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 w14:paraId="58DB861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 w14:paraId="78B3408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0FBF224F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 w14:paraId="3293EB12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6FADD81E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7B48FB25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39D7AB36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CFF85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 w14:paraId="427693D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 w14:paraId="5A11A8F1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4415AB" w14:paraId="650A6FA2" w14:textId="77777777">
        <w:trPr>
          <w:trHeight w:val="641"/>
        </w:trPr>
        <w:tc>
          <w:tcPr>
            <w:tcW w:w="2365" w:type="dxa"/>
            <w:vAlign w:val="center"/>
          </w:tcPr>
          <w:p w14:paraId="5CA1EC6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6F586" w14:textId="77777777" w:rsidR="004415AB" w:rsidRDefault="004415AB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35E1C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248AA7" w14:textId="77777777" w:rsidR="004415AB" w:rsidRDefault="004415AB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E81B6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06F5BF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27D2A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C8F27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4D350E81" w14:textId="77777777">
        <w:trPr>
          <w:trHeight w:val="641"/>
        </w:trPr>
        <w:tc>
          <w:tcPr>
            <w:tcW w:w="2365" w:type="dxa"/>
            <w:vAlign w:val="center"/>
          </w:tcPr>
          <w:p w14:paraId="5C6980BA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C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F508D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60495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EA5B8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4C7456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BE7310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50DCD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55D1CBD0" w14:textId="77777777">
        <w:trPr>
          <w:trHeight w:val="641"/>
        </w:trPr>
        <w:tc>
          <w:tcPr>
            <w:tcW w:w="2365" w:type="dxa"/>
            <w:vAlign w:val="center"/>
          </w:tcPr>
          <w:p w14:paraId="077A420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4303B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27E2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ADDEBE5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AF683D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3EC0E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7B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7E24F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4BF9B" w14:textId="77777777" w:rsidR="004415AB" w:rsidRDefault="002621DB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3BB77D5E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095153E5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100C3C61" w14:textId="77777777" w:rsidR="004415AB" w:rsidRDefault="002621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……………………..……… dne ………………</w:t>
      </w:r>
    </w:p>
    <w:p w14:paraId="407513F4" w14:textId="77777777" w:rsidR="004415AB" w:rsidRDefault="002621D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668B52C0" w14:textId="77777777" w:rsidR="004415AB" w:rsidRDefault="002621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09F28B29" w14:textId="77777777" w:rsidR="004415AB" w:rsidRDefault="002621D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441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26A9" w14:textId="77777777" w:rsidR="00734B75" w:rsidRDefault="00734B75">
      <w:r>
        <w:separator/>
      </w:r>
    </w:p>
  </w:endnote>
  <w:endnote w:type="continuationSeparator" w:id="0">
    <w:p w14:paraId="1D0B8744" w14:textId="77777777" w:rsidR="00734B75" w:rsidRDefault="0073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C39B" w14:textId="77777777" w:rsidR="00FD4790" w:rsidRDefault="00FD47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294F" w14:textId="71B1762B" w:rsidR="004415AB" w:rsidRDefault="004415AB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331B1557" w14:textId="77777777" w:rsidR="003061B2" w:rsidRDefault="003061B2" w:rsidP="003061B2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E6A8F" wp14:editId="111AB7C5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A843A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D3F5E51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13121A94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E6A8F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2DCA843A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D3F5E51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13121A94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08CB28" wp14:editId="7166A3C5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03E683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A5A3D2" wp14:editId="328A6E7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EF75F2" w14:textId="77777777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238CB469" w14:textId="77777777" w:rsidR="003061B2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7F1DE68" w14:textId="2D25F461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FD4790">
                            <w:rPr>
                              <w:szCs w:val="16"/>
                            </w:rPr>
                            <w:t>na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9A5A3D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EEF75F2" w14:textId="77777777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238CB469" w14:textId="77777777" w:rsidR="003061B2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7F1DE68" w14:textId="2D25F461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Ústí </w:t>
                    </w:r>
                    <w:r w:rsidR="00FD4790">
                      <w:rPr>
                        <w:szCs w:val="16"/>
                      </w:rPr>
                      <w:t>na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BC36B4" wp14:editId="668B53B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2CA7F9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0634B2E8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EC031A5" w14:textId="77777777" w:rsidR="003061B2" w:rsidRPr="00240FFA" w:rsidRDefault="003061B2" w:rsidP="003061B2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BC36B4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22CA7F9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0634B2E8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EC031A5" w14:textId="77777777" w:rsidR="003061B2" w:rsidRPr="00240FFA" w:rsidRDefault="003061B2" w:rsidP="003061B2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172910" wp14:editId="358F0A47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1ABFBF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4B8A19DD" wp14:editId="0C0F057C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6AE6A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187DF5DF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765E" w14:textId="77777777" w:rsidR="00FD4790" w:rsidRDefault="00FD47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6E24" w14:textId="77777777" w:rsidR="00734B75" w:rsidRDefault="00734B75">
      <w:r>
        <w:separator/>
      </w:r>
    </w:p>
  </w:footnote>
  <w:footnote w:type="continuationSeparator" w:id="0">
    <w:p w14:paraId="0DD10F30" w14:textId="77777777" w:rsidR="00734B75" w:rsidRDefault="00734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ED78" w14:textId="77777777" w:rsidR="00FD4790" w:rsidRDefault="00FD47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29B1" w14:textId="77777777" w:rsidR="003061B2" w:rsidRDefault="003061B2" w:rsidP="003061B2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5CAC370D" wp14:editId="55C8E01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8A6B3" wp14:editId="7C2FCF2E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74DB70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2906065" w14:textId="757F6204" w:rsidR="004415AB" w:rsidRDefault="004415AB">
    <w:pPr>
      <w:pStyle w:val="Zhlav"/>
      <w:jc w:val="right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939E" w14:textId="77777777" w:rsidR="00FD4790" w:rsidRDefault="00FD479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AB"/>
    <w:rsid w:val="00143CFE"/>
    <w:rsid w:val="00247A5A"/>
    <w:rsid w:val="002621DB"/>
    <w:rsid w:val="00266D54"/>
    <w:rsid w:val="002C04F9"/>
    <w:rsid w:val="002F0E36"/>
    <w:rsid w:val="002F55D8"/>
    <w:rsid w:val="003061B2"/>
    <w:rsid w:val="004415AB"/>
    <w:rsid w:val="004801A5"/>
    <w:rsid w:val="004B05D0"/>
    <w:rsid w:val="004F3210"/>
    <w:rsid w:val="0053057E"/>
    <w:rsid w:val="005955DC"/>
    <w:rsid w:val="0068427F"/>
    <w:rsid w:val="00692882"/>
    <w:rsid w:val="00734B75"/>
    <w:rsid w:val="008622DB"/>
    <w:rsid w:val="008B0F6B"/>
    <w:rsid w:val="008C0146"/>
    <w:rsid w:val="008E3AFB"/>
    <w:rsid w:val="00953CF1"/>
    <w:rsid w:val="00A907B9"/>
    <w:rsid w:val="00B67716"/>
    <w:rsid w:val="00B8097B"/>
    <w:rsid w:val="00B819AD"/>
    <w:rsid w:val="00BD04FF"/>
    <w:rsid w:val="00BE68D6"/>
    <w:rsid w:val="00C152F7"/>
    <w:rsid w:val="00DB52F5"/>
    <w:rsid w:val="00DC29DD"/>
    <w:rsid w:val="00E872F6"/>
    <w:rsid w:val="00EF153E"/>
    <w:rsid w:val="00F67773"/>
    <w:rsid w:val="00FA34F6"/>
    <w:rsid w:val="00FD4790"/>
    <w:rsid w:val="00FD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44A32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3061B2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3061B2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24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Knotková Jana</cp:lastModifiedBy>
  <cp:revision>26</cp:revision>
  <dcterms:created xsi:type="dcterms:W3CDTF">2023-08-09T08:14:00Z</dcterms:created>
  <dcterms:modified xsi:type="dcterms:W3CDTF">2025-07-15T10:28:00Z</dcterms:modified>
</cp:coreProperties>
</file>